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EF0" w:rsidRDefault="00405EF0" w:rsidP="00DF30E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30E7">
        <w:rPr>
          <w:rFonts w:ascii="Times New Roman" w:hAnsi="Times New Roman" w:cs="Times New Roman"/>
          <w:b/>
          <w:bCs/>
          <w:sz w:val="28"/>
          <w:szCs w:val="28"/>
        </w:rPr>
        <w:t>1.4 Варианты заданий</w:t>
      </w:r>
    </w:p>
    <w:p w:rsidR="00405EF0" w:rsidRPr="00DF30E7" w:rsidRDefault="00405EF0" w:rsidP="00DF30E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05EF0" w:rsidRPr="00DF30E7" w:rsidRDefault="00405EF0" w:rsidP="00DF30E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4</w:t>
      </w:r>
    </w:p>
    <w:tbl>
      <w:tblPr>
        <w:tblW w:w="9861" w:type="dxa"/>
        <w:tblInd w:w="10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816"/>
        <w:gridCol w:w="821"/>
        <w:gridCol w:w="826"/>
        <w:gridCol w:w="826"/>
        <w:gridCol w:w="816"/>
        <w:gridCol w:w="816"/>
        <w:gridCol w:w="821"/>
        <w:gridCol w:w="826"/>
        <w:gridCol w:w="826"/>
        <w:gridCol w:w="821"/>
        <w:gridCol w:w="811"/>
        <w:gridCol w:w="835"/>
      </w:tblGrid>
      <w:tr w:rsidR="00405EF0" w:rsidTr="00433AA6">
        <w:trPr>
          <w:trHeight w:hRule="exact" w:val="55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433AA6">
            <w:pPr>
              <w:pStyle w:val="1"/>
              <w:shd w:val="clear" w:color="auto" w:fill="auto"/>
              <w:spacing w:line="280" w:lineRule="exact"/>
              <w:ind w:left="-33"/>
              <w:jc w:val="center"/>
            </w:pPr>
            <w:r>
              <w:rPr>
                <w:rStyle w:val="14pt"/>
                <w:lang w:eastAsia="en-US"/>
              </w:rPr>
              <w:t>№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Pr="00222ADB" w:rsidRDefault="00405EF0" w:rsidP="00DF30E7">
            <w:pPr>
              <w:pStyle w:val="1"/>
              <w:shd w:val="clear" w:color="auto" w:fill="auto"/>
              <w:spacing w:line="250" w:lineRule="exact"/>
              <w:jc w:val="center"/>
              <w:rPr>
                <w:i/>
                <w:iCs/>
                <w:sz w:val="24"/>
                <w:szCs w:val="24"/>
                <w:lang w:val="en-US"/>
              </w:rPr>
            </w:pPr>
            <w:r w:rsidRPr="00222ADB">
              <w:rPr>
                <w:i/>
                <w:iCs/>
                <w:sz w:val="28"/>
                <w:szCs w:val="28"/>
                <w:lang w:val="en-US"/>
              </w:rPr>
              <w:t>m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Pr="00DF30E7" w:rsidRDefault="00405EF0" w:rsidP="00DF30E7">
            <w:pPr>
              <w:pStyle w:val="1"/>
              <w:shd w:val="clear" w:color="auto" w:fill="auto"/>
              <w:spacing w:line="280" w:lineRule="exact"/>
              <w:jc w:val="center"/>
              <w:rPr>
                <w:lang w:val="en-US"/>
              </w:rPr>
            </w:pPr>
            <w:r w:rsidRPr="00DF30E7">
              <w:rPr>
                <w:rStyle w:val="14pt"/>
              </w:rPr>
              <w:object w:dxaOrig="260" w:dyaOrig="3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.6pt;height:19.2pt" o:ole="">
                  <v:imagedata r:id="rId4" o:title=""/>
                </v:shape>
                <o:OLEObject Type="Embed" ProgID="Equation.DSMT4" ShapeID="_x0000_i1025" DrawAspect="Content" ObjectID="_1693229133" r:id="rId5"/>
              </w:object>
            </w:r>
            <w:r>
              <w:rPr>
                <w:rStyle w:val="14pt"/>
                <w:lang w:eastAsia="en-US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Pr="00DF30E7" w:rsidRDefault="00405EF0" w:rsidP="00DF30E7">
            <w:pPr>
              <w:pStyle w:val="1"/>
              <w:shd w:val="clear" w:color="auto" w:fill="auto"/>
              <w:spacing w:line="280" w:lineRule="exact"/>
              <w:jc w:val="center"/>
            </w:pPr>
            <w:r w:rsidRPr="00DF30E7">
              <w:rPr>
                <w:rStyle w:val="14pt"/>
              </w:rPr>
              <w:object w:dxaOrig="300" w:dyaOrig="380">
                <v:shape id="_x0000_i1026" type="#_x0000_t75" style="width:15pt;height:19.2pt" o:ole="">
                  <v:imagedata r:id="rId6" o:title=""/>
                </v:shape>
                <o:OLEObject Type="Embed" ProgID="Equation.DSMT4" ShapeID="_x0000_i1026" DrawAspect="Content" ObjectID="_1693229134" r:id="rId7"/>
              </w:object>
            </w:r>
            <w:r>
              <w:rPr>
                <w:rStyle w:val="14pt"/>
                <w:lang w:eastAsia="en-US"/>
              </w:rPr>
              <w:t xml:space="preserve"> 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spacing w:line="260" w:lineRule="exact"/>
              <w:jc w:val="center"/>
            </w:pPr>
            <w:r w:rsidRPr="00222ADB">
              <w:rPr>
                <w:rStyle w:val="Candara"/>
              </w:rPr>
              <w:object w:dxaOrig="279" w:dyaOrig="380">
                <v:shape id="_x0000_i1027" type="#_x0000_t75" style="width:14.4pt;height:19.2pt" o:ole="">
                  <v:imagedata r:id="rId8" o:title=""/>
                </v:shape>
                <o:OLEObject Type="Embed" ProgID="Equation.DSMT4" ShapeID="_x0000_i1027" DrawAspect="Content" ObjectID="_1693229135" r:id="rId9"/>
              </w:object>
            </w:r>
            <w:r>
              <w:rPr>
                <w:rStyle w:val="Candara"/>
              </w:rPr>
              <w:t xml:space="preserve"> 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spacing w:line="260" w:lineRule="exact"/>
              <w:jc w:val="center"/>
            </w:pPr>
            <w:r w:rsidRPr="00222ADB">
              <w:rPr>
                <w:rStyle w:val="Candara"/>
              </w:rPr>
              <w:object w:dxaOrig="300" w:dyaOrig="380">
                <v:shape id="_x0000_i1028" type="#_x0000_t75" style="width:15pt;height:19.2pt" o:ole="">
                  <v:imagedata r:id="rId10" o:title=""/>
                </v:shape>
                <o:OLEObject Type="Embed" ProgID="Equation.DSMT4" ShapeID="_x0000_i1028" DrawAspect="Content" ObjectID="_1693229136" r:id="rId11"/>
              </w:object>
            </w:r>
            <w:r>
              <w:rPr>
                <w:rStyle w:val="Candara"/>
              </w:rPr>
              <w:t xml:space="preserve"> 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Pr="00433AA6" w:rsidRDefault="00405EF0" w:rsidP="00433AA6">
            <w:pPr>
              <w:pStyle w:val="1"/>
              <w:shd w:val="clear" w:color="auto" w:fill="auto"/>
              <w:spacing w:line="140" w:lineRule="exact"/>
              <w:jc w:val="center"/>
              <w:rPr>
                <w:sz w:val="28"/>
                <w:szCs w:val="28"/>
                <w:lang w:val="en-US"/>
              </w:rPr>
            </w:pPr>
            <w:r w:rsidRPr="004D1441">
              <w:rPr>
                <w:position w:val="-12"/>
                <w:sz w:val="28"/>
                <w:szCs w:val="28"/>
                <w:lang w:val="en-US"/>
              </w:rPr>
              <w:object w:dxaOrig="300" w:dyaOrig="380">
                <v:shape id="_x0000_i1029" type="#_x0000_t75" style="width:15pt;height:19.2pt" o:ole="">
                  <v:imagedata r:id="rId12" o:title=""/>
                </v:shape>
                <o:OLEObject Type="Embed" ProgID="Equation.DSMT4" ShapeID="_x0000_i1029" DrawAspect="Content" ObjectID="_1693229137" r:id="rId13"/>
              </w:object>
            </w:r>
            <w:r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spacing w:line="280" w:lineRule="exact"/>
              <w:jc w:val="center"/>
            </w:pPr>
            <w:r w:rsidRPr="00222ADB">
              <w:rPr>
                <w:rStyle w:val="14pt"/>
              </w:rPr>
              <w:object w:dxaOrig="300" w:dyaOrig="380">
                <v:shape id="_x0000_i1030" type="#_x0000_t75" style="width:15pt;height:19.2pt" o:ole="">
                  <v:imagedata r:id="rId14" o:title=""/>
                </v:shape>
                <o:OLEObject Type="Embed" ProgID="Equation.DSMT4" ShapeID="_x0000_i1030" DrawAspect="Content" ObjectID="_1693229138" r:id="rId15"/>
              </w:object>
            </w:r>
            <w:r>
              <w:rPr>
                <w:rStyle w:val="14pt"/>
                <w:lang w:eastAsia="en-US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Pr="00222ADB" w:rsidRDefault="00405EF0" w:rsidP="00222ADB">
            <w:pPr>
              <w:pStyle w:val="1"/>
              <w:shd w:val="clear" w:color="auto" w:fill="auto"/>
              <w:spacing w:line="240" w:lineRule="exact"/>
              <w:jc w:val="center"/>
              <w:rPr>
                <w:lang w:val="en-US"/>
              </w:rPr>
            </w:pPr>
            <w:r w:rsidRPr="00222ADB">
              <w:rPr>
                <w:rStyle w:val="12pt"/>
              </w:rPr>
              <w:object w:dxaOrig="300" w:dyaOrig="380">
                <v:shape id="_x0000_i1031" type="#_x0000_t75" style="width:15pt;height:19.2pt" o:ole="">
                  <v:imagedata r:id="rId16" o:title=""/>
                </v:shape>
                <o:OLEObject Type="Embed" ProgID="Equation.DSMT4" ShapeID="_x0000_i1031" DrawAspect="Content" ObjectID="_1693229139" r:id="rId17"/>
              </w:object>
            </w:r>
            <w:r>
              <w:rPr>
                <w:rStyle w:val="12pt"/>
                <w:lang w:eastAsia="en-US"/>
              </w:rPr>
              <w:t xml:space="preserve"> 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 w:rsidRPr="00222ADB">
              <w:rPr>
                <w:rStyle w:val="12pt"/>
              </w:rPr>
              <w:object w:dxaOrig="279" w:dyaOrig="380">
                <v:shape id="_x0000_i1032" type="#_x0000_t75" style="width:14.4pt;height:19.2pt" o:ole="">
                  <v:imagedata r:id="rId18" o:title=""/>
                </v:shape>
                <o:OLEObject Type="Embed" ProgID="Equation.DSMT4" ShapeID="_x0000_i1032" DrawAspect="Content" ObjectID="_1693229140" r:id="rId19"/>
              </w:object>
            </w:r>
            <w:r>
              <w:rPr>
                <w:rStyle w:val="12pt"/>
                <w:lang w:eastAsia="en-US"/>
              </w:rPr>
              <w:t xml:space="preserve"> 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Pr="00222ADB" w:rsidRDefault="00405EF0" w:rsidP="00DF30E7">
            <w:pPr>
              <w:pStyle w:val="1"/>
              <w:shd w:val="clear" w:color="auto" w:fill="auto"/>
              <w:spacing w:line="250" w:lineRule="exact"/>
              <w:ind w:left="20"/>
              <w:jc w:val="center"/>
              <w:rPr>
                <w:b/>
                <w:bCs/>
                <w:sz w:val="28"/>
                <w:szCs w:val="28"/>
              </w:rPr>
            </w:pPr>
            <w:r w:rsidRPr="00222ADB">
              <w:rPr>
                <w:rStyle w:val="Candara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V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spacing w:line="280" w:lineRule="exact"/>
              <w:ind w:left="20"/>
              <w:jc w:val="center"/>
            </w:pPr>
            <w:r>
              <w:rPr>
                <w:rStyle w:val="14pt"/>
                <w:lang w:val="en-US" w:eastAsia="en-US"/>
              </w:rPr>
              <w:t>q</w:t>
            </w:r>
          </w:p>
        </w:tc>
      </w:tr>
      <w:tr w:rsidR="00405EF0" w:rsidTr="00DF30E7">
        <w:trPr>
          <w:trHeight w:hRule="exact" w:val="33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spacing w:line="240" w:lineRule="exact"/>
              <w:ind w:left="8"/>
              <w:jc w:val="center"/>
            </w:pPr>
            <w:r>
              <w:rPr>
                <w:rStyle w:val="12pt"/>
                <w:lang w:eastAsia="en-US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ind w:left="-19"/>
              <w:jc w:val="center"/>
            </w:pPr>
            <w:r>
              <w:rPr>
                <w:rStyle w:val="12pt"/>
                <w:lang w:eastAsia="en-US"/>
              </w:rPr>
              <w:t>1/16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1/32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1/32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50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ind w:left="24"/>
              <w:jc w:val="center"/>
            </w:pPr>
            <w:r>
              <w:rPr>
                <w:rStyle w:val="12pt"/>
                <w:lang w:eastAsia="en-US"/>
              </w:rPr>
              <w:t>0,05</w:t>
            </w:r>
          </w:p>
        </w:tc>
      </w:tr>
      <w:tr w:rsidR="00405EF0" w:rsidTr="00DF30E7">
        <w:trPr>
          <w:trHeight w:hRule="exact" w:val="33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spacing w:line="240" w:lineRule="exact"/>
              <w:ind w:left="8"/>
              <w:jc w:val="center"/>
            </w:pPr>
            <w:r>
              <w:rPr>
                <w:rStyle w:val="12pt"/>
                <w:lang w:eastAsia="en-US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1/16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ind w:left="-19"/>
              <w:jc w:val="center"/>
            </w:pPr>
            <w:r>
              <w:rPr>
                <w:rStyle w:val="12pt"/>
                <w:lang w:eastAsia="en-US"/>
              </w:rPr>
              <w:t>1/16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1/16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1/16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50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ind w:left="24"/>
              <w:jc w:val="center"/>
            </w:pPr>
            <w:r>
              <w:rPr>
                <w:rStyle w:val="12pt"/>
                <w:lang w:eastAsia="en-US"/>
              </w:rPr>
              <w:t>0,1</w:t>
            </w:r>
          </w:p>
        </w:tc>
      </w:tr>
      <w:tr w:rsidR="00405EF0" w:rsidTr="00DF30E7">
        <w:trPr>
          <w:trHeight w:hRule="exact" w:val="33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spacing w:line="130" w:lineRule="exact"/>
              <w:ind w:left="-33"/>
              <w:jc w:val="center"/>
            </w:pPr>
            <w:r>
              <w:rPr>
                <w:rStyle w:val="12pt"/>
                <w:lang w:eastAsia="en-US"/>
              </w:rPr>
              <w:t>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spacing w:line="240" w:lineRule="exact"/>
              <w:ind w:left="8"/>
              <w:jc w:val="center"/>
            </w:pPr>
            <w:r>
              <w:rPr>
                <w:rStyle w:val="12pt"/>
                <w:lang w:eastAsia="en-US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ind w:left="-19"/>
              <w:jc w:val="center"/>
            </w:pPr>
            <w:r>
              <w:rPr>
                <w:rStyle w:val="12pt"/>
                <w:lang w:eastAsia="en-US"/>
              </w:rPr>
              <w:t>1/8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1/16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1/16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50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ind w:left="24"/>
              <w:jc w:val="center"/>
            </w:pPr>
            <w:r>
              <w:rPr>
                <w:rStyle w:val="12pt"/>
                <w:lang w:eastAsia="en-US"/>
              </w:rPr>
              <w:t>0,05</w:t>
            </w:r>
          </w:p>
        </w:tc>
      </w:tr>
      <w:tr w:rsidR="00405EF0" w:rsidTr="00DF30E7">
        <w:trPr>
          <w:trHeight w:hRule="exact" w:val="33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spacing w:line="240" w:lineRule="exact"/>
              <w:ind w:left="8"/>
              <w:jc w:val="center"/>
            </w:pPr>
            <w:r>
              <w:rPr>
                <w:rStyle w:val="12pt"/>
                <w:lang w:eastAsia="en-US"/>
              </w:rPr>
              <w:t>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1/16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ind w:left="-19"/>
              <w:jc w:val="center"/>
            </w:pPr>
            <w:r>
              <w:rPr>
                <w:rStyle w:val="12pt"/>
                <w:lang w:eastAsia="en-US"/>
              </w:rPr>
              <w:t>1/16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1/16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1/32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tabs>
                <w:tab w:val="left" w:leader="dot" w:pos="145"/>
              </w:tabs>
              <w:spacing w:line="240" w:lineRule="exact"/>
              <w:ind w:left="20"/>
              <w:jc w:val="center"/>
            </w:pPr>
            <w:r>
              <w:rPr>
                <w:rStyle w:val="12pt"/>
                <w:lang w:eastAsia="en-US"/>
              </w:rPr>
              <w:t>1/32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50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ind w:left="24"/>
              <w:jc w:val="center"/>
            </w:pPr>
            <w:r>
              <w:rPr>
                <w:rStyle w:val="12pt"/>
                <w:lang w:eastAsia="en-US"/>
              </w:rPr>
              <w:t>0,1</w:t>
            </w:r>
          </w:p>
        </w:tc>
      </w:tr>
      <w:tr w:rsidR="00405EF0" w:rsidTr="00DF30E7">
        <w:trPr>
          <w:trHeight w:hRule="exact" w:val="33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spacing w:line="240" w:lineRule="exact"/>
              <w:ind w:left="8"/>
              <w:jc w:val="center"/>
            </w:pPr>
            <w:r>
              <w:rPr>
                <w:rStyle w:val="12pt"/>
                <w:lang w:eastAsia="en-US"/>
              </w:rPr>
              <w:t>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ind w:left="-19"/>
              <w:jc w:val="center"/>
            </w:pPr>
            <w:r>
              <w:rPr>
                <w:rStyle w:val="12pt"/>
                <w:lang w:eastAsia="en-US"/>
              </w:rPr>
              <w:t>1/8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1/16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1/32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1/32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50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ind w:left="24"/>
              <w:jc w:val="center"/>
            </w:pPr>
            <w:r>
              <w:rPr>
                <w:rStyle w:val="12pt"/>
                <w:lang w:eastAsia="en-US"/>
              </w:rPr>
              <w:t>0,05</w:t>
            </w:r>
          </w:p>
        </w:tc>
      </w:tr>
      <w:tr w:rsidR="00405EF0" w:rsidTr="00DF30E7">
        <w:trPr>
          <w:trHeight w:hRule="exact" w:val="33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spacing w:line="240" w:lineRule="exact"/>
              <w:ind w:left="8"/>
              <w:jc w:val="center"/>
            </w:pPr>
            <w:r>
              <w:rPr>
                <w:rStyle w:val="12pt"/>
                <w:lang w:eastAsia="en-US"/>
              </w:rPr>
              <w:t>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ind w:left="-19"/>
              <w:jc w:val="center"/>
            </w:pPr>
            <w:r>
              <w:rPr>
                <w:rStyle w:val="12pt"/>
                <w:lang w:eastAsia="en-US"/>
              </w:rPr>
              <w:t>1/32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1/32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1/32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1/32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50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ind w:left="24"/>
              <w:jc w:val="center"/>
            </w:pPr>
            <w:r>
              <w:rPr>
                <w:rStyle w:val="12pt"/>
                <w:lang w:eastAsia="en-US"/>
              </w:rPr>
              <w:t>0,1</w:t>
            </w:r>
          </w:p>
        </w:tc>
      </w:tr>
      <w:tr w:rsidR="00405EF0" w:rsidTr="00DF30E7">
        <w:trPr>
          <w:trHeight w:hRule="exact" w:val="32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spacing w:line="240" w:lineRule="exact"/>
              <w:ind w:left="8"/>
              <w:jc w:val="center"/>
            </w:pPr>
            <w:r>
              <w:rPr>
                <w:rStyle w:val="12pt"/>
                <w:lang w:eastAsia="en-US"/>
              </w:rPr>
              <w:t>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ind w:left="-19"/>
              <w:jc w:val="center"/>
            </w:pPr>
            <w:r>
              <w:rPr>
                <w:rStyle w:val="12pt"/>
                <w:lang w:eastAsia="en-US"/>
              </w:rPr>
              <w:t>1/8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1/16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1/32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1/32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50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ind w:left="24"/>
              <w:jc w:val="center"/>
            </w:pPr>
            <w:r>
              <w:rPr>
                <w:rStyle w:val="12pt"/>
                <w:lang w:eastAsia="en-US"/>
              </w:rPr>
              <w:t>0,05</w:t>
            </w:r>
          </w:p>
        </w:tc>
      </w:tr>
      <w:tr w:rsidR="00405EF0" w:rsidTr="00DF30E7">
        <w:trPr>
          <w:trHeight w:hRule="exact" w:val="33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spacing w:line="240" w:lineRule="exact"/>
              <w:ind w:left="8"/>
              <w:jc w:val="center"/>
            </w:pPr>
            <w:r>
              <w:rPr>
                <w:rStyle w:val="12pt"/>
                <w:lang w:eastAsia="en-US"/>
              </w:rPr>
              <w:t>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ind w:left="-19"/>
              <w:jc w:val="center"/>
            </w:pPr>
            <w:r>
              <w:rPr>
                <w:rStyle w:val="12pt"/>
                <w:lang w:eastAsia="en-US"/>
              </w:rPr>
              <w:t>1/8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1/32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1/32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1/32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1/32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50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ind w:left="24"/>
              <w:jc w:val="center"/>
            </w:pPr>
            <w:r>
              <w:rPr>
                <w:rStyle w:val="12pt"/>
                <w:lang w:eastAsia="en-US"/>
              </w:rPr>
              <w:t>0,1</w:t>
            </w:r>
          </w:p>
        </w:tc>
      </w:tr>
      <w:tr w:rsidR="00405EF0" w:rsidTr="00DF30E7">
        <w:trPr>
          <w:trHeight w:hRule="exact" w:val="33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spacing w:line="240" w:lineRule="exact"/>
              <w:ind w:left="8"/>
              <w:jc w:val="center"/>
            </w:pPr>
            <w:r>
              <w:rPr>
                <w:rStyle w:val="12pt"/>
                <w:lang w:eastAsia="en-US"/>
              </w:rPr>
              <w:t>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ind w:left="-19"/>
              <w:jc w:val="center"/>
            </w:pPr>
            <w:r>
              <w:rPr>
                <w:rStyle w:val="12pt"/>
                <w:lang w:eastAsia="en-US"/>
              </w:rPr>
              <w:t>1/8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1/16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1/32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1/32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50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ind w:left="24"/>
              <w:jc w:val="center"/>
            </w:pPr>
            <w:r>
              <w:rPr>
                <w:rStyle w:val="12pt"/>
                <w:lang w:eastAsia="en-US"/>
              </w:rPr>
              <w:t>0,05</w:t>
            </w:r>
          </w:p>
        </w:tc>
      </w:tr>
      <w:tr w:rsidR="00405EF0" w:rsidTr="00DF30E7">
        <w:trPr>
          <w:trHeight w:hRule="exact" w:val="33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spacing w:line="240" w:lineRule="exact"/>
              <w:ind w:left="8"/>
              <w:jc w:val="center"/>
            </w:pPr>
            <w:r>
              <w:rPr>
                <w:rStyle w:val="12pt"/>
                <w:lang w:eastAsia="en-US"/>
              </w:rPr>
              <w:t>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ind w:left="-19"/>
              <w:jc w:val="center"/>
            </w:pPr>
            <w:r>
              <w:rPr>
                <w:rStyle w:val="12pt"/>
                <w:lang w:eastAsia="en-US"/>
              </w:rPr>
              <w:t>1/8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1/32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1/32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1/32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1/32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50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ind w:left="24"/>
              <w:jc w:val="center"/>
            </w:pPr>
            <w:r>
              <w:rPr>
                <w:rStyle w:val="12pt"/>
                <w:lang w:eastAsia="en-US"/>
              </w:rPr>
              <w:t>0,1</w:t>
            </w:r>
          </w:p>
        </w:tc>
      </w:tr>
      <w:tr w:rsidR="00405EF0" w:rsidTr="00DF30E7">
        <w:trPr>
          <w:trHeight w:hRule="exact" w:val="33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spacing w:line="240" w:lineRule="exact"/>
              <w:ind w:left="8"/>
              <w:jc w:val="center"/>
            </w:pPr>
            <w:r>
              <w:rPr>
                <w:rStyle w:val="12pt"/>
                <w:lang w:eastAsia="en-US"/>
              </w:rPr>
              <w:t>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ind w:left="-19"/>
              <w:jc w:val="center"/>
            </w:pPr>
            <w:r>
              <w:rPr>
                <w:rStyle w:val="12pt"/>
                <w:lang w:eastAsia="en-US"/>
              </w:rPr>
              <w:t>1/16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1/16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1/16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1/32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1/32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50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ind w:left="24"/>
              <w:jc w:val="center"/>
            </w:pPr>
            <w:r>
              <w:rPr>
                <w:rStyle w:val="12pt"/>
                <w:lang w:eastAsia="en-US"/>
              </w:rPr>
              <w:t>0,05</w:t>
            </w:r>
          </w:p>
        </w:tc>
      </w:tr>
      <w:tr w:rsidR="00405EF0" w:rsidTr="00DF30E7">
        <w:trPr>
          <w:trHeight w:hRule="exact" w:val="32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spacing w:line="240" w:lineRule="exact"/>
              <w:ind w:left="8"/>
              <w:jc w:val="center"/>
            </w:pPr>
            <w:r>
              <w:rPr>
                <w:rStyle w:val="12pt"/>
                <w:lang w:eastAsia="en-US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1/32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1/32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1/16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ind w:left="-19"/>
              <w:jc w:val="center"/>
            </w:pPr>
            <w:r>
              <w:rPr>
                <w:rStyle w:val="12pt"/>
                <w:lang w:eastAsia="en-US"/>
              </w:rPr>
              <w:t>1/8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ind w:left="24"/>
              <w:jc w:val="center"/>
            </w:pPr>
            <w:r>
              <w:rPr>
                <w:rStyle w:val="12pt"/>
                <w:lang w:eastAsia="en-US"/>
              </w:rPr>
              <w:t>0,1</w:t>
            </w:r>
          </w:p>
        </w:tc>
      </w:tr>
      <w:tr w:rsidR="00405EF0" w:rsidTr="00DF30E7">
        <w:trPr>
          <w:trHeight w:hRule="exact" w:val="33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spacing w:line="240" w:lineRule="exact"/>
              <w:ind w:left="8"/>
              <w:jc w:val="center"/>
            </w:pPr>
            <w:r>
              <w:rPr>
                <w:rStyle w:val="12pt"/>
                <w:lang w:eastAsia="en-US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1/16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1/16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1/16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ind w:left="-19"/>
              <w:jc w:val="center"/>
            </w:pPr>
            <w:r>
              <w:rPr>
                <w:rStyle w:val="12pt"/>
                <w:lang w:eastAsia="en-US"/>
              </w:rPr>
              <w:t>1/16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ind w:left="24"/>
              <w:jc w:val="center"/>
            </w:pPr>
            <w:r>
              <w:rPr>
                <w:rStyle w:val="12pt"/>
                <w:lang w:eastAsia="en-US"/>
              </w:rPr>
              <w:t>0,05</w:t>
            </w:r>
          </w:p>
        </w:tc>
      </w:tr>
      <w:tr w:rsidR="00405EF0" w:rsidTr="00DF30E7">
        <w:trPr>
          <w:trHeight w:hRule="exact" w:val="33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spacing w:line="240" w:lineRule="exact"/>
              <w:ind w:left="8"/>
              <w:jc w:val="center"/>
            </w:pPr>
            <w:r>
              <w:rPr>
                <w:rStyle w:val="12pt"/>
                <w:lang w:eastAsia="en-US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1/16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1/16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ind w:left="-19"/>
              <w:jc w:val="center"/>
            </w:pPr>
            <w:r>
              <w:rPr>
                <w:rStyle w:val="12pt"/>
                <w:lang w:eastAsia="en-US"/>
              </w:rPr>
              <w:t>1/4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ind w:left="24"/>
              <w:jc w:val="center"/>
            </w:pPr>
            <w:r>
              <w:rPr>
                <w:rStyle w:val="12pt"/>
                <w:lang w:eastAsia="en-US"/>
              </w:rPr>
              <w:t>0,1</w:t>
            </w:r>
          </w:p>
        </w:tc>
      </w:tr>
      <w:tr w:rsidR="00405EF0" w:rsidTr="00DF30E7">
        <w:trPr>
          <w:trHeight w:hRule="exact" w:val="33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spacing w:line="240" w:lineRule="exact"/>
              <w:ind w:left="8"/>
              <w:jc w:val="center"/>
            </w:pPr>
            <w:r>
              <w:rPr>
                <w:rStyle w:val="12pt"/>
                <w:lang w:eastAsia="en-US"/>
              </w:rPr>
              <w:t>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1/32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1/32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1/16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ind w:left="-19"/>
              <w:jc w:val="center"/>
            </w:pPr>
            <w:r>
              <w:rPr>
                <w:rStyle w:val="12pt"/>
                <w:lang w:eastAsia="en-US"/>
              </w:rPr>
              <w:t>1/16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1/16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ind w:left="24"/>
              <w:jc w:val="center"/>
            </w:pPr>
            <w:r>
              <w:rPr>
                <w:rStyle w:val="12pt"/>
                <w:lang w:eastAsia="en-US"/>
              </w:rPr>
              <w:t>0,05</w:t>
            </w:r>
          </w:p>
        </w:tc>
      </w:tr>
      <w:tr w:rsidR="00405EF0" w:rsidTr="00DF30E7">
        <w:trPr>
          <w:trHeight w:hRule="exact" w:val="33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spacing w:line="240" w:lineRule="exact"/>
              <w:ind w:left="8"/>
              <w:jc w:val="center"/>
            </w:pPr>
            <w:r>
              <w:rPr>
                <w:rStyle w:val="12pt"/>
                <w:lang w:eastAsia="en-US"/>
              </w:rPr>
              <w:t>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1/32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1/32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1/16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ind w:left="-19"/>
              <w:jc w:val="center"/>
            </w:pPr>
            <w:r>
              <w:rPr>
                <w:rStyle w:val="12pt"/>
                <w:lang w:eastAsia="en-US"/>
              </w:rPr>
              <w:t>1/8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ind w:left="24"/>
              <w:jc w:val="center"/>
            </w:pPr>
            <w:r>
              <w:rPr>
                <w:rStyle w:val="12pt"/>
                <w:lang w:eastAsia="en-US"/>
              </w:rPr>
              <w:t>0,1</w:t>
            </w:r>
          </w:p>
        </w:tc>
      </w:tr>
      <w:tr w:rsidR="00405EF0" w:rsidTr="00DF30E7">
        <w:trPr>
          <w:trHeight w:hRule="exact" w:val="33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spacing w:line="240" w:lineRule="exact"/>
              <w:ind w:left="8"/>
              <w:jc w:val="center"/>
            </w:pPr>
            <w:r>
              <w:rPr>
                <w:rStyle w:val="12pt"/>
                <w:lang w:eastAsia="en-US"/>
              </w:rPr>
              <w:t>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1/32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1/32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1/32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ind w:left="-19"/>
              <w:jc w:val="center"/>
            </w:pPr>
            <w:r>
              <w:rPr>
                <w:rStyle w:val="12pt"/>
                <w:lang w:eastAsia="en-US"/>
              </w:rPr>
              <w:t>1/32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ind w:left="24"/>
              <w:jc w:val="center"/>
            </w:pPr>
            <w:r>
              <w:rPr>
                <w:rStyle w:val="12pt"/>
                <w:lang w:eastAsia="en-US"/>
              </w:rPr>
              <w:t>0,05</w:t>
            </w:r>
          </w:p>
        </w:tc>
      </w:tr>
      <w:tr w:rsidR="00405EF0" w:rsidTr="00DF30E7">
        <w:trPr>
          <w:trHeight w:hRule="exact" w:val="33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spacing w:line="240" w:lineRule="exact"/>
              <w:ind w:left="8"/>
              <w:jc w:val="center"/>
            </w:pPr>
            <w:r>
              <w:rPr>
                <w:rStyle w:val="12pt"/>
                <w:lang w:eastAsia="en-US"/>
              </w:rPr>
              <w:t>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1/32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1/32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1/16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ind w:left="-19"/>
              <w:jc w:val="center"/>
            </w:pPr>
            <w:r>
              <w:rPr>
                <w:rStyle w:val="12pt"/>
                <w:lang w:eastAsia="en-US"/>
              </w:rPr>
              <w:t>1/8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ind w:left="24"/>
              <w:jc w:val="center"/>
            </w:pPr>
            <w:r>
              <w:rPr>
                <w:rStyle w:val="12pt"/>
                <w:lang w:eastAsia="en-US"/>
              </w:rPr>
              <w:t>0,1</w:t>
            </w:r>
          </w:p>
        </w:tc>
      </w:tr>
      <w:tr w:rsidR="00405EF0" w:rsidTr="00DF30E7">
        <w:trPr>
          <w:trHeight w:hRule="exact" w:val="33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spacing w:line="240" w:lineRule="exact"/>
              <w:ind w:left="8"/>
              <w:jc w:val="center"/>
            </w:pPr>
            <w:r>
              <w:rPr>
                <w:rStyle w:val="12pt"/>
                <w:lang w:eastAsia="en-US"/>
              </w:rPr>
              <w:t>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1/32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1/32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1/32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ind w:left="-19"/>
              <w:jc w:val="center"/>
            </w:pPr>
            <w:r>
              <w:rPr>
                <w:rStyle w:val="12pt"/>
                <w:lang w:eastAsia="en-US"/>
              </w:rPr>
              <w:t>1/32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ind w:left="24"/>
              <w:jc w:val="center"/>
            </w:pPr>
            <w:r>
              <w:rPr>
                <w:rStyle w:val="12pt"/>
                <w:lang w:eastAsia="en-US"/>
              </w:rPr>
              <w:t>0,05</w:t>
            </w:r>
          </w:p>
        </w:tc>
      </w:tr>
      <w:tr w:rsidR="00405EF0" w:rsidTr="00DF30E7">
        <w:trPr>
          <w:trHeight w:hRule="exact" w:val="33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spacing w:line="240" w:lineRule="exact"/>
              <w:ind w:left="8"/>
              <w:jc w:val="center"/>
            </w:pPr>
            <w:r>
              <w:rPr>
                <w:rStyle w:val="12pt"/>
                <w:lang w:eastAsia="en-US"/>
              </w:rPr>
              <w:t>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1/32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1/32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1/16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ind w:left="-19"/>
              <w:jc w:val="center"/>
            </w:pPr>
            <w:r>
              <w:rPr>
                <w:rStyle w:val="12pt"/>
                <w:lang w:eastAsia="en-US"/>
              </w:rPr>
              <w:t>1/8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tabs>
                <w:tab w:val="left" w:leader="dot" w:pos="189"/>
              </w:tabs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1/4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ind w:left="24"/>
              <w:jc w:val="center"/>
            </w:pPr>
            <w:r>
              <w:rPr>
                <w:rStyle w:val="12pt"/>
                <w:lang w:eastAsia="en-US"/>
              </w:rPr>
              <w:t>0,1</w:t>
            </w:r>
          </w:p>
        </w:tc>
      </w:tr>
      <w:tr w:rsidR="00405EF0" w:rsidTr="00DF30E7">
        <w:trPr>
          <w:trHeight w:hRule="exact" w:val="33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21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spacing w:line="240" w:lineRule="exact"/>
              <w:ind w:left="8"/>
              <w:jc w:val="center"/>
            </w:pPr>
            <w:r>
              <w:rPr>
                <w:rStyle w:val="12pt"/>
                <w:lang w:eastAsia="en-US"/>
              </w:rPr>
              <w:t>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1/32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1/32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1/32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ind w:left="-19"/>
              <w:jc w:val="center"/>
            </w:pPr>
            <w:r>
              <w:rPr>
                <w:rStyle w:val="12pt"/>
                <w:lang w:eastAsia="en-US"/>
              </w:rPr>
              <w:t>1/32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1/4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ind w:left="24"/>
              <w:jc w:val="center"/>
            </w:pPr>
            <w:r>
              <w:rPr>
                <w:rStyle w:val="12pt"/>
                <w:lang w:eastAsia="en-US"/>
              </w:rPr>
              <w:t>0,05</w:t>
            </w:r>
          </w:p>
        </w:tc>
      </w:tr>
      <w:tr w:rsidR="00405EF0" w:rsidTr="00DF30E7">
        <w:trPr>
          <w:trHeight w:hRule="exact" w:val="33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Pr="00433AA6" w:rsidRDefault="00405EF0" w:rsidP="00DF30E7">
            <w:pPr>
              <w:pStyle w:val="1"/>
              <w:shd w:val="clear" w:color="auto" w:fill="auto"/>
              <w:spacing w:line="240" w:lineRule="exact"/>
              <w:jc w:val="center"/>
              <w:rPr>
                <w:lang w:val="en-US"/>
              </w:rPr>
            </w:pPr>
            <w:r>
              <w:rPr>
                <w:rStyle w:val="12pt"/>
                <w:lang w:eastAsia="en-US"/>
              </w:rPr>
              <w:t>2</w:t>
            </w:r>
            <w:r>
              <w:rPr>
                <w:rStyle w:val="12pt"/>
                <w:lang w:val="en-US" w:eastAsia="en-US"/>
              </w:rPr>
              <w:t>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spacing w:line="240" w:lineRule="exact"/>
              <w:ind w:left="8"/>
              <w:jc w:val="center"/>
            </w:pPr>
            <w:r>
              <w:rPr>
                <w:rStyle w:val="12pt"/>
                <w:lang w:eastAsia="en-US"/>
              </w:rPr>
              <w:t>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1/32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1/32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1/16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ind w:left="-19"/>
              <w:jc w:val="center"/>
            </w:pPr>
            <w:r>
              <w:rPr>
                <w:rStyle w:val="12pt"/>
                <w:lang w:eastAsia="en-US"/>
              </w:rPr>
              <w:t>1/16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1/16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1/4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ind w:left="24"/>
              <w:jc w:val="center"/>
            </w:pPr>
            <w:r>
              <w:rPr>
                <w:rStyle w:val="12pt"/>
                <w:lang w:eastAsia="en-US"/>
              </w:rPr>
              <w:t>0,1</w:t>
            </w:r>
          </w:p>
        </w:tc>
      </w:tr>
      <w:tr w:rsidR="00405EF0" w:rsidTr="00DF30E7">
        <w:trPr>
          <w:trHeight w:hRule="exact" w:val="33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23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spacing w:line="240" w:lineRule="exact"/>
              <w:ind w:left="8"/>
              <w:jc w:val="center"/>
            </w:pPr>
            <w:r>
              <w:rPr>
                <w:rStyle w:val="12pt"/>
                <w:lang w:eastAsia="en-US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ind w:left="-19"/>
              <w:jc w:val="center"/>
            </w:pPr>
            <w:r>
              <w:rPr>
                <w:rStyle w:val="12pt"/>
                <w:lang w:eastAsia="en-US"/>
              </w:rPr>
              <w:t>1/16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1/32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1/32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200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ind w:left="24"/>
              <w:jc w:val="center"/>
            </w:pPr>
            <w:r>
              <w:rPr>
                <w:rStyle w:val="12pt"/>
                <w:lang w:eastAsia="en-US"/>
              </w:rPr>
              <w:t>0,05</w:t>
            </w:r>
          </w:p>
        </w:tc>
      </w:tr>
      <w:tr w:rsidR="00405EF0" w:rsidTr="00DF30E7">
        <w:trPr>
          <w:trHeight w:hRule="exact" w:val="33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24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spacing w:line="240" w:lineRule="exact"/>
              <w:ind w:left="8"/>
              <w:jc w:val="center"/>
            </w:pPr>
            <w:r>
              <w:rPr>
                <w:rStyle w:val="12pt"/>
                <w:lang w:eastAsia="en-US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1/16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ind w:left="-19"/>
              <w:jc w:val="center"/>
            </w:pPr>
            <w:r>
              <w:rPr>
                <w:rStyle w:val="12pt"/>
                <w:lang w:eastAsia="en-US"/>
              </w:rPr>
              <w:t>1/16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1/16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” 1/16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200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ind w:left="24"/>
              <w:jc w:val="center"/>
            </w:pPr>
            <w:r>
              <w:rPr>
                <w:rStyle w:val="12pt"/>
                <w:lang w:eastAsia="en-US"/>
              </w:rPr>
              <w:t>0,1</w:t>
            </w:r>
          </w:p>
        </w:tc>
      </w:tr>
      <w:tr w:rsidR="00405EF0" w:rsidTr="00DF30E7">
        <w:trPr>
          <w:trHeight w:hRule="exact" w:val="34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25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spacing w:line="240" w:lineRule="exact"/>
              <w:ind w:left="8"/>
              <w:jc w:val="center"/>
            </w:pPr>
            <w:r>
              <w:rPr>
                <w:rStyle w:val="12pt"/>
                <w:lang w:eastAsia="en-US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ind w:left="-19"/>
              <w:jc w:val="center"/>
            </w:pPr>
            <w:r>
              <w:rPr>
                <w:rStyle w:val="12pt"/>
                <w:lang w:eastAsia="en-US"/>
              </w:rPr>
              <w:t>1/8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1/16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1/16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200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ind w:left="24"/>
              <w:jc w:val="center"/>
            </w:pPr>
            <w:r>
              <w:rPr>
                <w:rStyle w:val="12pt"/>
                <w:lang w:eastAsia="en-US"/>
              </w:rPr>
              <w:t>0,05</w:t>
            </w:r>
          </w:p>
        </w:tc>
      </w:tr>
      <w:tr w:rsidR="00405EF0" w:rsidTr="00DF30E7">
        <w:trPr>
          <w:trHeight w:hRule="exact" w:val="322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26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spacing w:line="240" w:lineRule="exact"/>
              <w:ind w:left="8"/>
              <w:jc w:val="center"/>
            </w:pPr>
            <w:r>
              <w:rPr>
                <w:rStyle w:val="12pt"/>
                <w:lang w:eastAsia="en-US"/>
              </w:rPr>
              <w:t>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1/16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ind w:left="-19"/>
              <w:jc w:val="center"/>
            </w:pPr>
            <w:r>
              <w:rPr>
                <w:rStyle w:val="12pt"/>
                <w:lang w:eastAsia="en-US"/>
              </w:rPr>
              <w:t>1/16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1/16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1/32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1/32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200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ind w:left="24"/>
              <w:jc w:val="center"/>
            </w:pPr>
            <w:r>
              <w:rPr>
                <w:rStyle w:val="12pt"/>
                <w:lang w:eastAsia="en-US"/>
              </w:rPr>
              <w:t>0,1</w:t>
            </w:r>
          </w:p>
        </w:tc>
      </w:tr>
      <w:tr w:rsidR="00405EF0" w:rsidTr="00DF30E7">
        <w:trPr>
          <w:trHeight w:hRule="exact" w:val="33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27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spacing w:line="240" w:lineRule="exact"/>
              <w:ind w:left="8"/>
              <w:jc w:val="center"/>
            </w:pPr>
            <w:r>
              <w:rPr>
                <w:rStyle w:val="12pt"/>
                <w:lang w:eastAsia="en-US"/>
              </w:rPr>
              <w:t>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ind w:left="-19"/>
              <w:jc w:val="center"/>
            </w:pPr>
            <w:r>
              <w:rPr>
                <w:rStyle w:val="12pt"/>
                <w:lang w:eastAsia="en-US"/>
              </w:rPr>
              <w:t>1/8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1/16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1/32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1/32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200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ind w:left="24"/>
              <w:jc w:val="center"/>
            </w:pPr>
            <w:r>
              <w:rPr>
                <w:rStyle w:val="12pt"/>
                <w:lang w:eastAsia="en-US"/>
              </w:rPr>
              <w:t>0,05</w:t>
            </w:r>
          </w:p>
        </w:tc>
      </w:tr>
      <w:tr w:rsidR="00405EF0" w:rsidTr="00DF30E7">
        <w:trPr>
          <w:trHeight w:hRule="exact" w:val="33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28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spacing w:line="240" w:lineRule="exact"/>
              <w:ind w:left="8"/>
              <w:jc w:val="center"/>
            </w:pPr>
            <w:r>
              <w:rPr>
                <w:rStyle w:val="12pt"/>
                <w:lang w:eastAsia="en-US"/>
              </w:rPr>
              <w:t>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ind w:left="-19"/>
              <w:jc w:val="center"/>
            </w:pPr>
            <w:r>
              <w:rPr>
                <w:rStyle w:val="12pt"/>
                <w:lang w:eastAsia="en-US"/>
              </w:rPr>
              <w:t>1/32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1/32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1/32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1/32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200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5EF0" w:rsidRPr="00222ADB" w:rsidRDefault="00405EF0" w:rsidP="00222ADB">
            <w:pPr>
              <w:pStyle w:val="1"/>
              <w:shd w:val="clear" w:color="auto" w:fill="auto"/>
              <w:spacing w:line="180" w:lineRule="exact"/>
              <w:ind w:left="24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222ADB">
              <w:rPr>
                <w:rStyle w:val="9pt"/>
                <w:b w:val="0"/>
                <w:bCs w:val="0"/>
                <w:sz w:val="24"/>
                <w:szCs w:val="24"/>
                <w:lang w:val="en-US" w:eastAsia="en-US"/>
              </w:rPr>
              <w:t>0.1</w:t>
            </w:r>
          </w:p>
        </w:tc>
      </w:tr>
      <w:tr w:rsidR="00405EF0" w:rsidTr="00DF30E7">
        <w:trPr>
          <w:trHeight w:hRule="exact" w:val="33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29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spacing w:line="240" w:lineRule="exact"/>
              <w:ind w:left="8"/>
              <w:jc w:val="center"/>
            </w:pPr>
            <w:r>
              <w:rPr>
                <w:rStyle w:val="12pt"/>
                <w:lang w:eastAsia="en-US"/>
              </w:rPr>
              <w:t>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ind w:left="-19"/>
              <w:jc w:val="center"/>
            </w:pPr>
            <w:r>
              <w:rPr>
                <w:rStyle w:val="12pt"/>
                <w:lang w:eastAsia="en-US"/>
              </w:rPr>
              <w:t>1/8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1/16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1/32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1/32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200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ind w:left="24"/>
              <w:jc w:val="center"/>
            </w:pPr>
            <w:r>
              <w:rPr>
                <w:rStyle w:val="12pt"/>
                <w:lang w:eastAsia="en-US"/>
              </w:rPr>
              <w:t>0,05</w:t>
            </w:r>
          </w:p>
        </w:tc>
      </w:tr>
      <w:tr w:rsidR="00405EF0" w:rsidTr="00DF30E7">
        <w:trPr>
          <w:trHeight w:hRule="exact" w:val="33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spacing w:line="240" w:lineRule="exact"/>
              <w:ind w:left="8"/>
              <w:jc w:val="center"/>
            </w:pPr>
            <w:r>
              <w:rPr>
                <w:rStyle w:val="12pt"/>
                <w:lang w:eastAsia="en-US"/>
              </w:rPr>
              <w:t>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ind w:left="-19"/>
              <w:jc w:val="center"/>
            </w:pPr>
            <w:r>
              <w:rPr>
                <w:rStyle w:val="12pt"/>
                <w:lang w:eastAsia="en-US"/>
              </w:rPr>
              <w:t>1/8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1/32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1/32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1/32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1/32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200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ind w:left="24"/>
              <w:jc w:val="center"/>
            </w:pPr>
            <w:r>
              <w:rPr>
                <w:rStyle w:val="12pt"/>
                <w:lang w:eastAsia="en-US"/>
              </w:rPr>
              <w:t>0,1</w:t>
            </w:r>
          </w:p>
        </w:tc>
      </w:tr>
      <w:tr w:rsidR="00405EF0" w:rsidTr="00DF30E7">
        <w:trPr>
          <w:trHeight w:hRule="exact" w:val="32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31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spacing w:line="240" w:lineRule="exact"/>
              <w:ind w:left="8"/>
              <w:jc w:val="center"/>
            </w:pPr>
            <w:r>
              <w:rPr>
                <w:rStyle w:val="12pt"/>
                <w:lang w:eastAsia="en-US"/>
              </w:rPr>
              <w:t>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ind w:left="-19"/>
              <w:jc w:val="center"/>
            </w:pPr>
            <w:r>
              <w:rPr>
                <w:rStyle w:val="12pt"/>
                <w:lang w:eastAsia="en-US"/>
              </w:rPr>
              <w:t>1/8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1/16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1/32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1/32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200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ind w:left="24"/>
              <w:jc w:val="center"/>
            </w:pPr>
            <w:r>
              <w:rPr>
                <w:rStyle w:val="12pt"/>
                <w:lang w:eastAsia="en-US"/>
              </w:rPr>
              <w:t>0,05</w:t>
            </w:r>
          </w:p>
        </w:tc>
      </w:tr>
      <w:tr w:rsidR="00405EF0" w:rsidTr="00DF30E7">
        <w:trPr>
          <w:trHeight w:hRule="exact" w:val="33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32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spacing w:line="240" w:lineRule="exact"/>
              <w:ind w:left="8"/>
              <w:jc w:val="center"/>
            </w:pPr>
            <w:r>
              <w:rPr>
                <w:rStyle w:val="12pt"/>
                <w:lang w:eastAsia="en-US"/>
              </w:rPr>
              <w:t>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ind w:left="-19"/>
              <w:jc w:val="center"/>
            </w:pPr>
            <w:r>
              <w:rPr>
                <w:rStyle w:val="12pt"/>
                <w:lang w:eastAsia="en-US"/>
              </w:rPr>
              <w:t>1/8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1/32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1/32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1/32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1/32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200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ind w:left="24"/>
              <w:jc w:val="center"/>
            </w:pPr>
            <w:r>
              <w:rPr>
                <w:rStyle w:val="12pt"/>
                <w:lang w:eastAsia="en-US"/>
              </w:rPr>
              <w:t>0,1</w:t>
            </w:r>
          </w:p>
        </w:tc>
      </w:tr>
      <w:tr w:rsidR="00405EF0" w:rsidTr="00DF30E7">
        <w:trPr>
          <w:trHeight w:hRule="exact" w:val="36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33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spacing w:line="240" w:lineRule="exact"/>
              <w:ind w:left="8"/>
              <w:jc w:val="center"/>
            </w:pPr>
            <w:r>
              <w:rPr>
                <w:rStyle w:val="12pt"/>
                <w:lang w:eastAsia="en-US"/>
              </w:rPr>
              <w:t>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ind w:left="-19"/>
              <w:jc w:val="center"/>
            </w:pPr>
            <w:r>
              <w:rPr>
                <w:rStyle w:val="12pt"/>
                <w:lang w:eastAsia="en-US"/>
              </w:rPr>
              <w:t>1/16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1/16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05EF0" w:rsidRDefault="00405EF0" w:rsidP="00DF30E7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1/16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1/32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1/32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tabs>
                <w:tab w:val="left" w:leader="dot" w:pos="178"/>
              </w:tabs>
              <w:spacing w:line="240" w:lineRule="exact"/>
              <w:jc w:val="center"/>
            </w:pPr>
            <w:r>
              <w:rPr>
                <w:rStyle w:val="12pt"/>
                <w:lang w:eastAsia="en-US"/>
              </w:rPr>
              <w:t>200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5EF0" w:rsidRDefault="00405EF0" w:rsidP="00222ADB">
            <w:pPr>
              <w:pStyle w:val="1"/>
              <w:shd w:val="clear" w:color="auto" w:fill="auto"/>
              <w:spacing w:line="240" w:lineRule="exact"/>
              <w:ind w:left="24"/>
              <w:jc w:val="center"/>
            </w:pPr>
            <w:r>
              <w:rPr>
                <w:rStyle w:val="12pt"/>
                <w:lang w:eastAsia="en-US"/>
              </w:rPr>
              <w:t>0,05</w:t>
            </w:r>
          </w:p>
        </w:tc>
      </w:tr>
    </w:tbl>
    <w:p w:rsidR="00405EF0" w:rsidRPr="00DF30E7" w:rsidRDefault="00405EF0">
      <w:pPr>
        <w:rPr>
          <w:rFonts w:ascii="Times New Roman" w:hAnsi="Times New Roman" w:cs="Times New Roman"/>
          <w:sz w:val="28"/>
          <w:szCs w:val="28"/>
        </w:rPr>
      </w:pPr>
    </w:p>
    <w:sectPr w:rsidR="00405EF0" w:rsidRPr="00DF30E7" w:rsidSect="00F125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4002"/>
    <w:rsid w:val="00222ADB"/>
    <w:rsid w:val="003C5560"/>
    <w:rsid w:val="003F5844"/>
    <w:rsid w:val="00405EF0"/>
    <w:rsid w:val="00433AA6"/>
    <w:rsid w:val="004D1441"/>
    <w:rsid w:val="006B4A8C"/>
    <w:rsid w:val="00A14002"/>
    <w:rsid w:val="00B64F09"/>
    <w:rsid w:val="00DA45BB"/>
    <w:rsid w:val="00DF30E7"/>
    <w:rsid w:val="00F125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Web 3" w:locked="1" w:semiHidden="0" w:uiPriority="0" w:unhideWhenUsed="0"/>
    <w:lsdException w:name="Table Grid" w:locked="1" w:semiHidden="0" w:uiPriority="0" w:unhideWhenUsed="0"/>
    <w:lsdException w:name="Table Theme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0E7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текст_"/>
    <w:basedOn w:val="DefaultParagraphFont"/>
    <w:link w:val="1"/>
    <w:uiPriority w:val="99"/>
    <w:locked/>
    <w:rsid w:val="00DF30E7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14pt">
    <w:name w:val="Основной текст + 14 pt"/>
    <w:aliases w:val="Курсив,Интервал 0 pt"/>
    <w:basedOn w:val="a"/>
    <w:uiPriority w:val="99"/>
    <w:rsid w:val="00DF30E7"/>
    <w:rPr>
      <w:i/>
      <w:iCs/>
      <w:color w:val="000000"/>
      <w:spacing w:val="-4"/>
      <w:w w:val="100"/>
      <w:position w:val="0"/>
      <w:sz w:val="28"/>
      <w:szCs w:val="28"/>
      <w:lang w:val="ru-RU"/>
    </w:rPr>
  </w:style>
  <w:style w:type="character" w:customStyle="1" w:styleId="Candara">
    <w:name w:val="Основной текст + Candara"/>
    <w:aliases w:val="12,5 pt,Полужирный,Курсив3"/>
    <w:basedOn w:val="a"/>
    <w:uiPriority w:val="99"/>
    <w:rsid w:val="00DF30E7"/>
    <w:rPr>
      <w:rFonts w:ascii="Candara" w:eastAsia="Times New Roman" w:hAnsi="Candara" w:cs="Candara"/>
      <w:b/>
      <w:bCs/>
      <w:i/>
      <w:iCs/>
      <w:color w:val="000000"/>
      <w:spacing w:val="0"/>
      <w:w w:val="100"/>
      <w:position w:val="0"/>
      <w:sz w:val="25"/>
      <w:szCs w:val="25"/>
    </w:rPr>
  </w:style>
  <w:style w:type="character" w:customStyle="1" w:styleId="12pt">
    <w:name w:val="Основной текст + 12 pt"/>
    <w:aliases w:val="Интервал 0 pt2"/>
    <w:basedOn w:val="a"/>
    <w:uiPriority w:val="99"/>
    <w:rsid w:val="00DF30E7"/>
    <w:rPr>
      <w:color w:val="000000"/>
      <w:spacing w:val="12"/>
      <w:w w:val="100"/>
      <w:position w:val="0"/>
      <w:sz w:val="24"/>
      <w:szCs w:val="24"/>
      <w:lang w:val="ru-RU"/>
    </w:rPr>
  </w:style>
  <w:style w:type="character" w:customStyle="1" w:styleId="13pt">
    <w:name w:val="Основной текст + 13 pt"/>
    <w:aliases w:val="Курсив2"/>
    <w:basedOn w:val="a"/>
    <w:uiPriority w:val="99"/>
    <w:rsid w:val="00DF30E7"/>
    <w:rPr>
      <w:i/>
      <w:iCs/>
      <w:color w:val="000000"/>
      <w:spacing w:val="0"/>
      <w:w w:val="100"/>
      <w:position w:val="0"/>
      <w:sz w:val="26"/>
      <w:szCs w:val="26"/>
    </w:rPr>
  </w:style>
  <w:style w:type="character" w:customStyle="1" w:styleId="ArialNarrow">
    <w:name w:val="Основной текст + Arial Narrow"/>
    <w:aliases w:val="7 pt,Курсив1,Интервал 0 pt1"/>
    <w:basedOn w:val="a"/>
    <w:uiPriority w:val="99"/>
    <w:rsid w:val="00DF30E7"/>
    <w:rPr>
      <w:rFonts w:ascii="Arial Narrow" w:eastAsia="Times New Roman" w:hAnsi="Arial Narrow" w:cs="Arial Narrow"/>
      <w:i/>
      <w:iCs/>
      <w:color w:val="000000"/>
      <w:spacing w:val="-6"/>
      <w:w w:val="100"/>
      <w:position w:val="0"/>
      <w:sz w:val="14"/>
      <w:szCs w:val="14"/>
      <w:lang w:val="ru-RU"/>
    </w:rPr>
  </w:style>
  <w:style w:type="character" w:customStyle="1" w:styleId="Georgia">
    <w:name w:val="Основной текст + Georgia"/>
    <w:aliases w:val="6,5 pt1,Полужирный2"/>
    <w:basedOn w:val="a"/>
    <w:uiPriority w:val="99"/>
    <w:rsid w:val="00DF30E7"/>
    <w:rPr>
      <w:rFonts w:ascii="Georgia" w:eastAsia="Times New Roman" w:hAnsi="Georgia" w:cs="Georgia"/>
      <w:b/>
      <w:bCs/>
      <w:color w:val="000000"/>
      <w:spacing w:val="0"/>
      <w:w w:val="100"/>
      <w:position w:val="0"/>
      <w:sz w:val="13"/>
      <w:szCs w:val="13"/>
    </w:rPr>
  </w:style>
  <w:style w:type="character" w:customStyle="1" w:styleId="9pt">
    <w:name w:val="Основной текст + 9 pt"/>
    <w:aliases w:val="Полужирный1,Интервал 1 pt"/>
    <w:basedOn w:val="a"/>
    <w:uiPriority w:val="99"/>
    <w:rsid w:val="00DF30E7"/>
    <w:rPr>
      <w:b/>
      <w:bCs/>
      <w:color w:val="000000"/>
      <w:spacing w:val="25"/>
      <w:w w:val="100"/>
      <w:position w:val="0"/>
      <w:sz w:val="18"/>
      <w:szCs w:val="18"/>
      <w:lang w:val="ru-RU"/>
    </w:rPr>
  </w:style>
  <w:style w:type="paragraph" w:customStyle="1" w:styleId="1">
    <w:name w:val="Основной текст1"/>
    <w:basedOn w:val="Normal"/>
    <w:link w:val="a"/>
    <w:uiPriority w:val="99"/>
    <w:rsid w:val="00DF30E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1</Pages>
  <Words>268</Words>
  <Characters>1529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Вера</cp:lastModifiedBy>
  <cp:revision>4</cp:revision>
  <dcterms:created xsi:type="dcterms:W3CDTF">2021-02-07T12:46:00Z</dcterms:created>
  <dcterms:modified xsi:type="dcterms:W3CDTF">2021-09-15T13:39:00Z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